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CC419" w14:textId="159590FC" w:rsidR="000610B8" w:rsidRPr="00773D22" w:rsidRDefault="000610B8" w:rsidP="000610B8">
      <w:pPr>
        <w:tabs>
          <w:tab w:val="left" w:pos="2089"/>
        </w:tabs>
        <w:jc w:val="right"/>
        <w:rPr>
          <w:rFonts w:cs="Artifakt ElementOfc"/>
          <w:szCs w:val="22"/>
        </w:rPr>
      </w:pPr>
      <w:r w:rsidRPr="00773D22">
        <w:rPr>
          <w:rFonts w:cs="Artifakt ElementOfc"/>
          <w:szCs w:val="22"/>
        </w:rPr>
        <w:t>Exercise duration:  ~</w:t>
      </w:r>
      <w:r w:rsidR="00A810C2">
        <w:rPr>
          <w:rFonts w:cs="Artifakt ElementOfc"/>
          <w:szCs w:val="22"/>
        </w:rPr>
        <w:t>60</w:t>
      </w:r>
      <w:r w:rsidR="0054316F">
        <w:rPr>
          <w:rFonts w:cs="Artifakt ElementOfc"/>
          <w:szCs w:val="22"/>
        </w:rPr>
        <w:t xml:space="preserve"> minutes</w:t>
      </w:r>
      <w:r w:rsidRPr="00773D22">
        <w:rPr>
          <w:rFonts w:cs="Artifakt ElementOfc"/>
          <w:szCs w:val="22"/>
        </w:rPr>
        <w:tab/>
      </w:r>
    </w:p>
    <w:p w14:paraId="5D306750" w14:textId="01452F2E" w:rsidR="00993D5E" w:rsidRPr="00DA050D" w:rsidRDefault="00DA050D" w:rsidP="00DA050D">
      <w:pPr>
        <w:pStyle w:val="subhead"/>
      </w:pPr>
      <w:r>
        <w:t>Course challenge</w:t>
      </w:r>
      <w:r w:rsidRPr="009C5FAA">
        <w:t xml:space="preserve"> </w:t>
      </w:r>
      <w:r>
        <w:t>e</w:t>
      </w:r>
      <w:r w:rsidRPr="009C5FAA">
        <w:t xml:space="preserve">xercise </w:t>
      </w:r>
    </w:p>
    <w:p w14:paraId="4760FB07" w14:textId="49DEC3F7" w:rsidR="002D15B5" w:rsidRDefault="00BA01C0" w:rsidP="00AE7885">
      <w:pPr>
        <w:pStyle w:val="Heading1"/>
        <w:rPr>
          <w:b w:val="0"/>
        </w:rPr>
      </w:pPr>
      <w:bookmarkStart w:id="0" w:name="OLE_LINK209"/>
      <w:r>
        <w:t>Add safety information, issues</w:t>
      </w:r>
      <w:r w:rsidR="006446DD">
        <w:t>,</w:t>
      </w:r>
      <w:r>
        <w:t xml:space="preserve"> and templates</w:t>
      </w:r>
      <w:r w:rsidR="002D15B5" w:rsidRPr="002D15B5">
        <w:t xml:space="preserve"> </w:t>
      </w:r>
    </w:p>
    <w:bookmarkEnd w:id="0"/>
    <w:p w14:paraId="0ED7DDB6" w14:textId="1C2EB4D3" w:rsidR="000610B8" w:rsidRPr="00CD5FD8" w:rsidRDefault="003D15D3" w:rsidP="00E36132">
      <w:r w:rsidRPr="003D15D3">
        <w:t>C</w:t>
      </w:r>
      <w:r w:rsidR="00BA01C0">
        <w:t>ontinue to</w:t>
      </w:r>
      <w:r w:rsidR="00D91422">
        <w:t xml:space="preserve"> develop the ability to manage safety on the Snowdon Towers project by </w:t>
      </w:r>
      <w:r w:rsidR="00107A1B">
        <w:t xml:space="preserve">locating and properly importing </w:t>
      </w:r>
      <w:r w:rsidR="00F143DE">
        <w:t xml:space="preserve">additional Safety Data Sheet. Add additional locations to the Location Breakdown Structure and </w:t>
      </w:r>
      <w:r w:rsidR="00502418">
        <w:t xml:space="preserve">link </w:t>
      </w:r>
      <w:r w:rsidR="00EE71A7">
        <w:t xml:space="preserve">them so all areas on the </w:t>
      </w:r>
      <w:proofErr w:type="gramStart"/>
      <w:r w:rsidR="00EE71A7">
        <w:t>fourth floor</w:t>
      </w:r>
      <w:proofErr w:type="gramEnd"/>
      <w:r w:rsidR="00EE71A7">
        <w:t xml:space="preserve"> plan are named to allow for more accurate data collection. </w:t>
      </w:r>
      <w:r w:rsidR="00E41915">
        <w:t>You’ll create</w:t>
      </w:r>
      <w:r w:rsidR="0073724E">
        <w:t xml:space="preserve"> new issue types with custom fields and use them to mark </w:t>
      </w:r>
      <w:r w:rsidR="003E1EDB">
        <w:t xml:space="preserve">and identify safety activity on the </w:t>
      </w:r>
      <w:r w:rsidR="0073724E">
        <w:t>floor plan</w:t>
      </w:r>
      <w:r w:rsidR="003E1EDB">
        <w:t xml:space="preserve"> sheets. </w:t>
      </w:r>
      <w:r w:rsidR="00C66762">
        <w:t xml:space="preserve">Convert existing PDF forms into Form Templates in Build with proper workflows and demonstrate the ability to create new </w:t>
      </w:r>
      <w:r w:rsidR="005614E2">
        <w:t xml:space="preserve">safety permits from a template and link it to an Issue on the plan sheets. </w:t>
      </w:r>
    </w:p>
    <w:p w14:paraId="0A6135A2" w14:textId="77777777" w:rsidR="00CD5FD8" w:rsidRPr="00CD5FD8" w:rsidRDefault="00B55F5B" w:rsidP="00BD46CF">
      <w:pPr>
        <w:pStyle w:val="subhead"/>
      </w:pPr>
      <w:r>
        <w:t>Co</w:t>
      </w:r>
      <w:r w:rsidRPr="008F3738">
        <w:t>mplet</w:t>
      </w:r>
      <w:r>
        <w:t>e the required activities</w:t>
      </w:r>
      <w:r w:rsidR="00CD5FD8" w:rsidRPr="00CD5FD8">
        <w:t>:</w:t>
      </w:r>
    </w:p>
    <w:p w14:paraId="425D5406" w14:textId="46DBC749" w:rsidR="000E660F" w:rsidRDefault="000E660F" w:rsidP="000E660F">
      <w:pPr>
        <w:pStyle w:val="Bullets-new"/>
        <w:ind w:left="360"/>
      </w:pPr>
      <w:r>
        <w:t xml:space="preserve">Find </w:t>
      </w:r>
      <w:r w:rsidR="008444E0">
        <w:t xml:space="preserve">three </w:t>
      </w:r>
      <w:r>
        <w:t>Safety Data Sheets (SDSs) on the internet</w:t>
      </w:r>
      <w:r w:rsidR="008615B2">
        <w:t xml:space="preserve"> and add them to the proper folder with an identifiable naming convention.</w:t>
      </w:r>
    </w:p>
    <w:p w14:paraId="4CEF7B83" w14:textId="0C2FA07F" w:rsidR="003C4EFF" w:rsidRDefault="003C4EFF" w:rsidP="007D7EFE">
      <w:pPr>
        <w:pStyle w:val="Bullets-new"/>
        <w:ind w:left="360"/>
      </w:pPr>
      <w:r>
        <w:t xml:space="preserve">Link the Level 4 </w:t>
      </w:r>
      <w:r w:rsidR="00203BCD">
        <w:t xml:space="preserve">Location Breakdown Structure to the level </w:t>
      </w:r>
      <w:r w:rsidR="00E33C98">
        <w:t>4 floor plan sheet.</w:t>
      </w:r>
    </w:p>
    <w:p w14:paraId="65A175EB" w14:textId="7879240B" w:rsidR="007D7EFE" w:rsidRDefault="007D7EFE" w:rsidP="007D7EFE">
      <w:pPr>
        <w:pStyle w:val="Bullets-new"/>
        <w:ind w:left="360"/>
      </w:pPr>
      <w:r>
        <w:t xml:space="preserve">Add individual locations to </w:t>
      </w:r>
      <w:r w:rsidR="0083136A">
        <w:t>all</w:t>
      </w:r>
      <w:r>
        <w:t xml:space="preserve"> the areas on the Level </w:t>
      </w:r>
      <w:r w:rsidR="00E33C98">
        <w:t>4</w:t>
      </w:r>
      <w:r>
        <w:t xml:space="preserve"> Floorplan</w:t>
      </w:r>
      <w:r w:rsidR="0083136A">
        <w:t>.</w:t>
      </w:r>
    </w:p>
    <w:p w14:paraId="757E52A1" w14:textId="5B0ABA49" w:rsidR="005D136C" w:rsidRPr="00E0670B" w:rsidRDefault="005D136C" w:rsidP="007D7EFE">
      <w:pPr>
        <w:pStyle w:val="Bullets-new"/>
        <w:ind w:left="360"/>
      </w:pPr>
      <w:r>
        <w:t xml:space="preserve">Create a new Issue Type called </w:t>
      </w:r>
      <w:r w:rsidR="00365244" w:rsidRPr="00D5262A">
        <w:t>Safety Permit Work</w:t>
      </w:r>
      <w:r w:rsidR="0083136A" w:rsidRPr="00E0670B">
        <w:rPr>
          <w:i/>
          <w:iCs/>
        </w:rPr>
        <w:t>.</w:t>
      </w:r>
    </w:p>
    <w:p w14:paraId="1222F302" w14:textId="2E920650" w:rsidR="00AE1429" w:rsidRDefault="00AE1429" w:rsidP="007D7EFE">
      <w:pPr>
        <w:pStyle w:val="Bullets-new"/>
        <w:ind w:left="360"/>
      </w:pPr>
      <w:r w:rsidRPr="00E0670B">
        <w:t xml:space="preserve">Add a custom field to the new issue type called </w:t>
      </w:r>
      <w:r w:rsidR="00103102" w:rsidRPr="00D5262A">
        <w:t>Type of Work</w:t>
      </w:r>
      <w:r w:rsidR="00103102" w:rsidRPr="00E0670B">
        <w:t xml:space="preserve"> that</w:t>
      </w:r>
      <w:r w:rsidR="00103102">
        <w:t xml:space="preserve"> allows a choice between </w:t>
      </w:r>
      <w:r w:rsidR="00151EE8">
        <w:t xml:space="preserve">several types of work that commonly require a safety permit. </w:t>
      </w:r>
    </w:p>
    <w:p w14:paraId="1E6F2241" w14:textId="5B4E9CD3" w:rsidR="00ED0013" w:rsidRDefault="00F80E89" w:rsidP="00ED0013">
      <w:pPr>
        <w:pStyle w:val="Bullets-new"/>
        <w:ind w:left="360"/>
      </w:pPr>
      <w:r>
        <w:t>Add a</w:t>
      </w:r>
      <w:r w:rsidR="003D243B">
        <w:t xml:space="preserve"> </w:t>
      </w:r>
      <w:r w:rsidR="003D243B" w:rsidRPr="00D5262A">
        <w:t>Safety Permit Work</w:t>
      </w:r>
      <w:r>
        <w:t xml:space="preserve"> issue pin </w:t>
      </w:r>
      <w:r w:rsidR="007D60A9">
        <w:t>in the Stair S3 on Level 4</w:t>
      </w:r>
      <w:r w:rsidR="003D243B">
        <w:t xml:space="preserve">, set </w:t>
      </w:r>
      <w:r w:rsidR="00333695">
        <w:t xml:space="preserve">the type of work to Hot Work, </w:t>
      </w:r>
      <w:r w:rsidR="00F64936">
        <w:t xml:space="preserve">set the status to </w:t>
      </w:r>
      <w:r w:rsidR="00F64936" w:rsidRPr="00220699">
        <w:t>Pending</w:t>
      </w:r>
      <w:r w:rsidR="00F64936">
        <w:t xml:space="preserve">, </w:t>
      </w:r>
      <w:r w:rsidR="00333695">
        <w:t xml:space="preserve">and assign it to </w:t>
      </w:r>
      <w:r w:rsidR="00F64936">
        <w:t>your instructor.</w:t>
      </w:r>
    </w:p>
    <w:p w14:paraId="39BCCE61" w14:textId="5A68A2BF" w:rsidR="0064152F" w:rsidRDefault="0064152F" w:rsidP="00ED0013">
      <w:pPr>
        <w:pStyle w:val="Bullets-new"/>
        <w:ind w:left="360"/>
      </w:pPr>
      <w:r w:rsidRPr="0064152F">
        <w:t xml:space="preserve">Use the Hot Work Permit Smart Form provided in the </w:t>
      </w:r>
      <w:r w:rsidR="00076746">
        <w:t>course</w:t>
      </w:r>
      <w:r w:rsidRPr="0064152F">
        <w:t xml:space="preserve"> dataset to create a </w:t>
      </w:r>
      <w:r w:rsidRPr="00D5262A">
        <w:t>Hot Work Permit</w:t>
      </w:r>
      <w:r w:rsidRPr="0064152F">
        <w:t xml:space="preserve"> Form Template that requires a final sign-off from your instructor before it is closed out</w:t>
      </w:r>
      <w:r w:rsidR="0083136A">
        <w:t>.</w:t>
      </w:r>
    </w:p>
    <w:p w14:paraId="53DEAAF8" w14:textId="742E1EF9" w:rsidR="00ED0013" w:rsidRDefault="00076746" w:rsidP="00ED0013">
      <w:pPr>
        <w:pStyle w:val="Bullets-new"/>
        <w:ind w:left="360"/>
      </w:pPr>
      <w:r>
        <w:t>Create</w:t>
      </w:r>
      <w:r w:rsidR="00ED0013">
        <w:t xml:space="preserve"> a </w:t>
      </w:r>
      <w:r w:rsidR="00ED0013" w:rsidRPr="00D5262A">
        <w:t>Hot Work Permit</w:t>
      </w:r>
      <w:r w:rsidR="00ED0013">
        <w:t xml:space="preserve"> Form</w:t>
      </w:r>
      <w:r>
        <w:t xml:space="preserve"> in Build</w:t>
      </w:r>
      <w:r w:rsidR="00ED0013">
        <w:t>, fill it out, move it to in-review status for your instructor's approval</w:t>
      </w:r>
      <w:r w:rsidR="00735330">
        <w:t xml:space="preserve">, and attach it to the Safety Permit Work issue pin </w:t>
      </w:r>
      <w:r w:rsidR="00D360A5">
        <w:t>you added on Level 4.</w:t>
      </w:r>
    </w:p>
    <w:p w14:paraId="610879B0" w14:textId="2051C5EF" w:rsidR="00654973" w:rsidRDefault="00654973" w:rsidP="007D7EFE">
      <w:pPr>
        <w:pStyle w:val="Bullets-new"/>
        <w:numPr>
          <w:ilvl w:val="0"/>
          <w:numId w:val="0"/>
        </w:numPr>
        <w:ind w:left="360"/>
        <w:rPr>
          <w:rFonts w:eastAsiaTheme="majorEastAsia" w:cstheme="majorBidi"/>
          <w:b/>
          <w:color w:val="000000" w:themeColor="text1"/>
          <w:sz w:val="24"/>
        </w:rPr>
      </w:pPr>
    </w:p>
    <w:p w14:paraId="45CAFCE6" w14:textId="08D36379" w:rsidR="00904592" w:rsidRPr="00CD5FD8" w:rsidRDefault="00904592" w:rsidP="00904592">
      <w:pPr>
        <w:pStyle w:val="subhead"/>
      </w:pPr>
      <w:r>
        <w:t>Success Criteria</w:t>
      </w:r>
      <w:r w:rsidRPr="00CD5FD8">
        <w:t>:</w:t>
      </w:r>
    </w:p>
    <w:p w14:paraId="7D39A5CC" w14:textId="66AD3D6F" w:rsidR="00212C52" w:rsidRPr="00D5262A" w:rsidRDefault="00A55285" w:rsidP="00DB0FE5">
      <w:pPr>
        <w:pStyle w:val="Bullets-new"/>
        <w:ind w:left="360"/>
      </w:pPr>
      <w:r w:rsidRPr="00D5262A">
        <w:t>Downloaded documents are stored in the proper folder</w:t>
      </w:r>
      <w:r w:rsidR="0083136A">
        <w:t>.</w:t>
      </w:r>
    </w:p>
    <w:p w14:paraId="0568468A" w14:textId="2D7ADAAF" w:rsidR="00DB0FE5" w:rsidRPr="0083136A" w:rsidRDefault="00D360A5" w:rsidP="00DB0FE5">
      <w:pPr>
        <w:pStyle w:val="Bullets-new"/>
        <w:ind w:left="360"/>
      </w:pPr>
      <w:r w:rsidRPr="00D5262A">
        <w:t xml:space="preserve">All </w:t>
      </w:r>
      <w:r w:rsidR="006F64C5" w:rsidRPr="00D5262A">
        <w:t xml:space="preserve">areas on Level 4 </w:t>
      </w:r>
      <w:r w:rsidR="009C28B6" w:rsidRPr="00D5262A">
        <w:t xml:space="preserve">floor plan </w:t>
      </w:r>
      <w:r w:rsidR="006F64C5" w:rsidRPr="00D5262A">
        <w:t xml:space="preserve">are </w:t>
      </w:r>
      <w:r w:rsidR="009C28B6" w:rsidRPr="00D5262A">
        <w:t xml:space="preserve">properly </w:t>
      </w:r>
      <w:r w:rsidR="006F64C5" w:rsidRPr="00D5262A">
        <w:t>named</w:t>
      </w:r>
      <w:r w:rsidR="0083136A">
        <w:t>.</w:t>
      </w:r>
    </w:p>
    <w:p w14:paraId="0C66D382" w14:textId="4550F5C2" w:rsidR="00DB0FE5" w:rsidRPr="0083136A" w:rsidRDefault="00B42B19" w:rsidP="00DB0FE5">
      <w:pPr>
        <w:pStyle w:val="Bullets-new"/>
        <w:ind w:left="360"/>
      </w:pPr>
      <w:r w:rsidRPr="00D5262A">
        <w:t xml:space="preserve">The Safety Permit Work Issue </w:t>
      </w:r>
      <w:r w:rsidR="001D20F0" w:rsidRPr="00D5262A">
        <w:t xml:space="preserve">pin </w:t>
      </w:r>
      <w:r w:rsidRPr="00D5262A">
        <w:t xml:space="preserve">is </w:t>
      </w:r>
      <w:r w:rsidR="001D20F0" w:rsidRPr="00D5262A">
        <w:t>properly placed</w:t>
      </w:r>
      <w:r w:rsidR="00641B30" w:rsidRPr="00D5262A">
        <w:t xml:space="preserve">, </w:t>
      </w:r>
      <w:r w:rsidR="001D20F0" w:rsidRPr="00D5262A">
        <w:t>contains the required fields and information</w:t>
      </w:r>
      <w:r w:rsidR="00641B30" w:rsidRPr="00D5262A">
        <w:t>, is assigned and set to the proper status</w:t>
      </w:r>
      <w:r w:rsidR="0083136A">
        <w:t>.</w:t>
      </w:r>
      <w:r w:rsidR="001D20F0" w:rsidRPr="00D5262A">
        <w:t xml:space="preserve"> </w:t>
      </w:r>
    </w:p>
    <w:p w14:paraId="5FCCDE9E" w14:textId="6CA60A5C" w:rsidR="00DB0FE5" w:rsidRPr="0083136A" w:rsidRDefault="000C3F8F" w:rsidP="00DB0FE5">
      <w:pPr>
        <w:pStyle w:val="Bullets-new"/>
        <w:ind w:left="360"/>
      </w:pPr>
      <w:r w:rsidRPr="00D5262A">
        <w:lastRenderedPageBreak/>
        <w:t>The Hot Work Permit Form</w:t>
      </w:r>
      <w:r w:rsidR="00D950B1" w:rsidRPr="00D5262A">
        <w:t xml:space="preserve"> is set up and filled out correctly, set to the proper status and assigned for final review</w:t>
      </w:r>
      <w:r w:rsidR="0083136A">
        <w:t>.</w:t>
      </w:r>
    </w:p>
    <w:p w14:paraId="529F5EDD" w14:textId="4296F03D" w:rsidR="00904592" w:rsidRDefault="00904592" w:rsidP="00BF7B97">
      <w:pPr>
        <w:pStyle w:val="Bullets-new"/>
        <w:numPr>
          <w:ilvl w:val="0"/>
          <w:numId w:val="0"/>
        </w:numPr>
      </w:pPr>
    </w:p>
    <w:p w14:paraId="470730B5" w14:textId="77777777" w:rsidR="00904592" w:rsidRPr="00CD5FD8" w:rsidRDefault="00904592" w:rsidP="00904592">
      <w:pPr>
        <w:pStyle w:val="subhead"/>
      </w:pPr>
      <w:r>
        <w:t>What to Submit</w:t>
      </w:r>
      <w:r w:rsidRPr="00CD5FD8">
        <w:t>:</w:t>
      </w:r>
    </w:p>
    <w:p w14:paraId="7EEB635A" w14:textId="29F05CA2" w:rsidR="00C3678F" w:rsidRPr="00D5262A" w:rsidRDefault="00C3678F" w:rsidP="00BA280F">
      <w:pPr>
        <w:pStyle w:val="Bullets-new"/>
        <w:ind w:left="360"/>
      </w:pPr>
      <w:r w:rsidRPr="00D5262A">
        <w:t xml:space="preserve">When properly completed, your instructor will be able to review your work in </w:t>
      </w:r>
      <w:r w:rsidR="00C05519" w:rsidRPr="00D5262A">
        <w:t>the project in Build</w:t>
      </w:r>
      <w:r w:rsidR="0083136A">
        <w:t>.</w:t>
      </w:r>
    </w:p>
    <w:p w14:paraId="5485E4C7" w14:textId="5232E821" w:rsidR="004E3285" w:rsidRDefault="004E3285">
      <w:pPr>
        <w:rPr>
          <w:rFonts w:ascii="Artifakt ElementOfc" w:eastAsia="Calibri" w:hAnsi="Artifakt ElementOfc" w:cs="Artifakt ElementOfc"/>
          <w:color w:val="000000"/>
          <w:szCs w:val="22"/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0858EB67" w14:textId="77777777" w:rsidR="00DC2D68" w:rsidRPr="00EB5FC0" w:rsidRDefault="00DC2D68" w:rsidP="00DC2D68">
      <w:pPr>
        <w:tabs>
          <w:tab w:val="left" w:pos="348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Grading Rubric</w:t>
      </w:r>
    </w:p>
    <w:p w14:paraId="564B7694" w14:textId="77777777" w:rsidR="00DC2D68" w:rsidRDefault="00DC2D68" w:rsidP="00DC2D68">
      <w:pPr>
        <w:tabs>
          <w:tab w:val="left" w:pos="3005"/>
        </w:tabs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5970D7" w:rsidRPr="005970D7" w14:paraId="51787049" w14:textId="77777777" w:rsidTr="005B3E13">
        <w:tc>
          <w:tcPr>
            <w:tcW w:w="1872" w:type="dxa"/>
          </w:tcPr>
          <w:p w14:paraId="2810F365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2D562530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Advanced</w:t>
            </w:r>
          </w:p>
        </w:tc>
        <w:tc>
          <w:tcPr>
            <w:tcW w:w="1872" w:type="dxa"/>
          </w:tcPr>
          <w:p w14:paraId="5CDD5E74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Proficient</w:t>
            </w:r>
          </w:p>
        </w:tc>
        <w:tc>
          <w:tcPr>
            <w:tcW w:w="1872" w:type="dxa"/>
          </w:tcPr>
          <w:p w14:paraId="337D74F0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Basic</w:t>
            </w:r>
          </w:p>
        </w:tc>
        <w:tc>
          <w:tcPr>
            <w:tcW w:w="1872" w:type="dxa"/>
          </w:tcPr>
          <w:p w14:paraId="6EFBEB22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Emerging</w:t>
            </w:r>
          </w:p>
        </w:tc>
      </w:tr>
      <w:tr w:rsidR="002425A0" w:rsidRPr="005970D7" w14:paraId="30973CE6" w14:textId="77777777" w:rsidTr="005B3E13">
        <w:tc>
          <w:tcPr>
            <w:tcW w:w="1872" w:type="dxa"/>
          </w:tcPr>
          <w:p w14:paraId="072FBD98" w14:textId="0F380B6F" w:rsidR="002425A0" w:rsidRPr="006A33FA" w:rsidRDefault="00EB7347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6A33FA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Import Safety Data Sheets</w:t>
            </w:r>
          </w:p>
        </w:tc>
        <w:tc>
          <w:tcPr>
            <w:tcW w:w="1872" w:type="dxa"/>
          </w:tcPr>
          <w:p w14:paraId="4D891409" w14:textId="407151F0" w:rsidR="002425A0" w:rsidRPr="006A33FA" w:rsidRDefault="00814BE5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Properly formatted Safety Data Sheets </w:t>
            </w:r>
            <w:r w:rsidR="00195356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have been imported to the correct folder and named </w:t>
            </w:r>
            <w:r w:rsidR="00180292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to make them easy to identify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1ED2705E" w14:textId="0E3525AF" w:rsidR="002425A0" w:rsidRPr="006A33FA" w:rsidRDefault="00180292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6A33FA">
              <w:rPr>
                <w:rFonts w:ascii="Artifakt ElementOfc" w:hAnsi="Artifakt ElementOfc" w:cs="Artifakt ElementOfc"/>
                <w:sz w:val="18"/>
                <w:szCs w:val="18"/>
              </w:rPr>
              <w:t>Proper</w:t>
            </w:r>
            <w:r w:rsidR="00974A5E" w:rsidRPr="006A33FA">
              <w:rPr>
                <w:rFonts w:ascii="Artifakt ElementOfc" w:hAnsi="Artifakt ElementOfc" w:cs="Artifakt ElementOfc"/>
                <w:sz w:val="18"/>
                <w:szCs w:val="18"/>
              </w:rPr>
              <w:t xml:space="preserve"> Safety Data Sheets</w:t>
            </w:r>
            <w:r w:rsidRPr="006A33FA">
              <w:rPr>
                <w:rFonts w:ascii="Artifakt ElementOfc" w:hAnsi="Artifakt ElementOfc" w:cs="Artifakt ElementOfc"/>
                <w:sz w:val="18"/>
                <w:szCs w:val="18"/>
              </w:rPr>
              <w:t xml:space="preserve"> have been imported to the </w:t>
            </w:r>
            <w:r w:rsidR="001C70B6" w:rsidRPr="006A33FA">
              <w:rPr>
                <w:rFonts w:ascii="Artifakt ElementOfc" w:hAnsi="Artifakt ElementOfc" w:cs="Artifakt ElementOfc"/>
                <w:sz w:val="18"/>
                <w:szCs w:val="18"/>
              </w:rPr>
              <w:t>correct</w:t>
            </w:r>
            <w:r w:rsidRPr="006A33FA">
              <w:rPr>
                <w:rFonts w:ascii="Artifakt ElementOfc" w:hAnsi="Artifakt ElementOfc" w:cs="Artifakt ElementOfc"/>
                <w:sz w:val="18"/>
                <w:szCs w:val="18"/>
              </w:rPr>
              <w:t xml:space="preserve"> folder locations</w:t>
            </w:r>
            <w:r w:rsidR="00974A5E" w:rsidRPr="006A33FA">
              <w:rPr>
                <w:rFonts w:ascii="Artifakt ElementOfc" w:hAnsi="Artifakt ElementOfc" w:cs="Artifakt ElementOfc"/>
                <w:sz w:val="18"/>
                <w:szCs w:val="18"/>
              </w:rPr>
              <w:t xml:space="preserve"> </w:t>
            </w:r>
            <w:r w:rsidR="000140B6" w:rsidRPr="006A33FA">
              <w:rPr>
                <w:rFonts w:ascii="Artifakt ElementOfc" w:hAnsi="Artifakt ElementOfc" w:cs="Artifakt ElementOfc"/>
                <w:sz w:val="18"/>
                <w:szCs w:val="18"/>
              </w:rPr>
              <w:t xml:space="preserve">but </w:t>
            </w:r>
            <w:r w:rsidR="001C70B6" w:rsidRPr="006A33FA">
              <w:rPr>
                <w:rFonts w:ascii="Artifakt ElementOfc" w:hAnsi="Artifakt ElementOfc" w:cs="Artifakt ElementOfc"/>
                <w:sz w:val="18"/>
                <w:szCs w:val="18"/>
              </w:rPr>
              <w:t>not renamed to be easy to identify</w:t>
            </w:r>
            <w:r w:rsidR="0083136A">
              <w:rPr>
                <w:rFonts w:ascii="Artifakt ElementOfc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0A2D8A7D" w14:textId="34AB8982" w:rsidR="002425A0" w:rsidRPr="006A33FA" w:rsidRDefault="000140B6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One or more </w:t>
            </w:r>
            <w:r w:rsidR="00A734E6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of the documents are manufacturer instructions </w:t>
            </w:r>
            <w:r w:rsidR="00814BE5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instead of </w:t>
            </w:r>
            <w:r w:rsidR="00A734E6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properly formatted Safety Data Sheets</w:t>
            </w:r>
            <w:r w:rsidR="001C70B6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or </w:t>
            </w:r>
            <w:r w:rsidR="00D21D3B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SDS’s </w:t>
            </w:r>
            <w:r w:rsidR="001C70B6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have been imported to the </w:t>
            </w:r>
            <w:r w:rsidR="00D21D3B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wrong</w:t>
            </w:r>
            <w:r w:rsidR="00080690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subfolder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102683B4" w14:textId="7AE33681" w:rsidR="002425A0" w:rsidRPr="005970D7" w:rsidRDefault="00B85229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None of the imported documents are Safety Data Sheets</w:t>
            </w:r>
            <w:r w:rsidR="009F2E90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, documents are imported to the root folder instead of a </w:t>
            </w:r>
            <w:proofErr w:type="gramStart"/>
            <w:r w:rsidR="009F2E90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subfolder</w:t>
            </w:r>
            <w:r w:rsidR="006A33FA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, and</w:t>
            </w:r>
            <w:proofErr w:type="gramEnd"/>
            <w:r w:rsidR="006A33FA" w:rsidRPr="006A33F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not renamed to make them identifiable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</w:tr>
      <w:tr w:rsidR="00D12979" w:rsidRPr="005970D7" w14:paraId="3C9B4EA4" w14:textId="77777777" w:rsidTr="005B3E13">
        <w:tc>
          <w:tcPr>
            <w:tcW w:w="1872" w:type="dxa"/>
          </w:tcPr>
          <w:p w14:paraId="12C1445A" w14:textId="4640C719" w:rsidR="00D12979" w:rsidRPr="00D12979" w:rsidRDefault="00D61EF3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Level 4 Locations</w:t>
            </w:r>
          </w:p>
        </w:tc>
        <w:tc>
          <w:tcPr>
            <w:tcW w:w="1872" w:type="dxa"/>
          </w:tcPr>
          <w:p w14:paraId="1B67DC15" w14:textId="0BDED98D" w:rsidR="00D12979" w:rsidRPr="005970D7" w:rsidRDefault="003755F0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hAnsi="Artifakt ElementOfc" w:cs="Artifakt ElementOfc"/>
                <w:sz w:val="18"/>
                <w:szCs w:val="18"/>
              </w:rPr>
              <w:t>A</w:t>
            </w:r>
            <w:r w:rsidR="00DC41B9">
              <w:rPr>
                <w:rFonts w:ascii="Artifakt ElementOfc" w:hAnsi="Artifakt ElementOfc" w:cs="Artifakt ElementOfc"/>
                <w:sz w:val="18"/>
                <w:szCs w:val="18"/>
              </w:rPr>
              <w:t xml:space="preserve">ll </w:t>
            </w:r>
            <w:r w:rsidR="000A20B7">
              <w:rPr>
                <w:rFonts w:ascii="Artifakt ElementOfc" w:hAnsi="Artifakt ElementOfc" w:cs="Artifakt ElementOfc"/>
                <w:sz w:val="18"/>
                <w:szCs w:val="18"/>
              </w:rPr>
              <w:t>area</w:t>
            </w:r>
            <w:r w:rsidR="007C44FD">
              <w:rPr>
                <w:rFonts w:ascii="Artifakt ElementOfc" w:hAnsi="Artifakt ElementOfc" w:cs="Artifakt ElementOfc"/>
                <w:sz w:val="18"/>
                <w:szCs w:val="18"/>
              </w:rPr>
              <w:t>s</w:t>
            </w:r>
            <w:r w:rsidR="000A20B7">
              <w:rPr>
                <w:rFonts w:ascii="Artifakt ElementOfc" w:hAnsi="Artifakt ElementOfc" w:cs="Artifakt ElementOfc"/>
                <w:sz w:val="18"/>
                <w:szCs w:val="18"/>
              </w:rPr>
              <w:t xml:space="preserve"> on the Level 4 floor plan are properly named</w:t>
            </w:r>
            <w:r>
              <w:rPr>
                <w:rFonts w:ascii="Artifakt ElementOfc" w:hAnsi="Artifakt ElementOfc" w:cs="Artifakt ElementOfc"/>
                <w:sz w:val="18"/>
                <w:szCs w:val="18"/>
              </w:rPr>
              <w:t xml:space="preserve"> using </w:t>
            </w:r>
            <w:r w:rsidR="003B7EE7">
              <w:rPr>
                <w:rFonts w:ascii="Artifakt ElementOfc" w:hAnsi="Artifakt ElementOfc" w:cs="Artifakt ElementOfc"/>
                <w:sz w:val="18"/>
                <w:szCs w:val="18"/>
              </w:rPr>
              <w:t>a correct and complete Location Breakdown Structure</w:t>
            </w:r>
            <w:r w:rsidR="0083136A">
              <w:rPr>
                <w:rFonts w:ascii="Artifakt ElementOfc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7A72CB9F" w14:textId="23921B2A" w:rsidR="00D12979" w:rsidRPr="005970D7" w:rsidRDefault="001A613C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hAnsi="Artifakt ElementOfc" w:cs="Artifakt ElementOfc"/>
                <w:sz w:val="18"/>
                <w:szCs w:val="18"/>
              </w:rPr>
              <w:t xml:space="preserve">Location Breakdown Structure is </w:t>
            </w:r>
            <w:proofErr w:type="gramStart"/>
            <w:r>
              <w:rPr>
                <w:rFonts w:ascii="Artifakt ElementOfc" w:hAnsi="Artifakt ElementOfc" w:cs="Artifakt ElementOfc"/>
                <w:sz w:val="18"/>
                <w:szCs w:val="18"/>
              </w:rPr>
              <w:t>complete</w:t>
            </w:r>
            <w:proofErr w:type="gramEnd"/>
            <w:r>
              <w:rPr>
                <w:rFonts w:ascii="Artifakt ElementOfc" w:hAnsi="Artifakt ElementOfc" w:cs="Artifakt ElementOfc"/>
                <w:sz w:val="18"/>
                <w:szCs w:val="18"/>
              </w:rPr>
              <w:t xml:space="preserve"> but </w:t>
            </w:r>
            <w:r w:rsidR="005C11F7">
              <w:rPr>
                <w:rFonts w:ascii="Artifakt ElementOfc" w:hAnsi="Artifakt ElementOfc" w:cs="Artifakt ElementOfc"/>
                <w:sz w:val="18"/>
                <w:szCs w:val="18"/>
              </w:rPr>
              <w:t>not all areas are marked out on floor plan or areas are marked incorrectly</w:t>
            </w:r>
            <w:r w:rsidR="0083136A">
              <w:rPr>
                <w:rFonts w:ascii="Artifakt ElementOfc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20FA833B" w14:textId="69658AD0" w:rsidR="00D12979" w:rsidRPr="005970D7" w:rsidRDefault="00167FB2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hAnsi="Artifakt ElementOfc" w:cs="Artifakt ElementOfc"/>
                <w:sz w:val="18"/>
                <w:szCs w:val="18"/>
              </w:rPr>
              <w:t xml:space="preserve">Location Breakdown Structure </w:t>
            </w:r>
            <w:r w:rsidR="00EB7347">
              <w:rPr>
                <w:rFonts w:ascii="Artifakt ElementOfc" w:hAnsi="Artifakt ElementOfc" w:cs="Artifakt ElementOfc"/>
                <w:sz w:val="18"/>
                <w:szCs w:val="18"/>
              </w:rPr>
              <w:t xml:space="preserve">has been </w:t>
            </w:r>
            <w:proofErr w:type="gramStart"/>
            <w:r w:rsidR="00EB7347">
              <w:rPr>
                <w:rFonts w:ascii="Artifakt ElementOfc" w:hAnsi="Artifakt ElementOfc" w:cs="Artifakt ElementOfc"/>
                <w:sz w:val="18"/>
                <w:szCs w:val="18"/>
              </w:rPr>
              <w:t>modified, but</w:t>
            </w:r>
            <w:proofErr w:type="gramEnd"/>
            <w:r w:rsidR="00EB7347">
              <w:rPr>
                <w:rFonts w:ascii="Artifakt ElementOfc" w:hAnsi="Artifakt ElementOfc" w:cs="Artifakt ElementOfc"/>
                <w:sz w:val="18"/>
                <w:szCs w:val="18"/>
              </w:rPr>
              <w:t xml:space="preserve"> is not complete and  </w:t>
            </w:r>
            <w:r>
              <w:rPr>
                <w:rFonts w:ascii="Artifakt ElementOfc" w:hAnsi="Artifakt ElementOfc" w:cs="Artifakt ElementOfc"/>
                <w:sz w:val="18"/>
                <w:szCs w:val="18"/>
              </w:rPr>
              <w:t>not all areas are marked out on floor plan or areas are marked incorrectly</w:t>
            </w:r>
            <w:r w:rsidR="0083136A">
              <w:rPr>
                <w:rFonts w:ascii="Artifakt ElementOfc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45893AA3" w14:textId="559DBC61" w:rsidR="00D12979" w:rsidRPr="005970D7" w:rsidRDefault="0093656C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Location Breakdown Structure</w:t>
            </w:r>
            <w:r w:rsidR="00EB7347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is not modified to add any missing areas</w:t>
            </w: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, causing inadequate location assignments on the plan sheet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</w:tr>
      <w:tr w:rsidR="002F1FC1" w:rsidRPr="005970D7" w14:paraId="49F33972" w14:textId="77777777" w:rsidTr="005B3E13">
        <w:tc>
          <w:tcPr>
            <w:tcW w:w="1872" w:type="dxa"/>
          </w:tcPr>
          <w:p w14:paraId="73C35010" w14:textId="65AA69CD" w:rsidR="002F1FC1" w:rsidRPr="002F1FC1" w:rsidRDefault="00A76E5D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Create, place and assign a new safety issue type</w:t>
            </w:r>
          </w:p>
        </w:tc>
        <w:tc>
          <w:tcPr>
            <w:tcW w:w="1872" w:type="dxa"/>
          </w:tcPr>
          <w:p w14:paraId="26E35CB1" w14:textId="7B3850AD" w:rsidR="002F1FC1" w:rsidRPr="005970D7" w:rsidRDefault="00A76E5D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Issue Type is properly created with </w:t>
            </w:r>
            <w:r w:rsidR="006C7B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a custom field containing proper preformatted </w:t>
            </w:r>
            <w:r w:rsidR="00271DA2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choices, 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p</w:t>
            </w:r>
            <w:r w:rsidR="00271DA2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in is placed correctly on the floor plan, assigned to instructor and set to </w:t>
            </w:r>
            <w:r w:rsidR="009B4E0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proper status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7B67B4E9" w14:textId="20397CBC" w:rsidR="002F1FC1" w:rsidRPr="005970D7" w:rsidRDefault="009B4E09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Issue Type is created</w:t>
            </w:r>
            <w:r w:rsidR="005E3C63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</w:t>
            </w:r>
            <w:r w:rsidR="003316C6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, properly placed, assigned, and status set, but is missing the custom field type</w:t>
            </w:r>
            <w:r w:rsidR="0083136A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54943AD7" w14:textId="3A7BEE24" w:rsidR="002F1FC1" w:rsidRPr="005970D7" w:rsidRDefault="00E8156B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Issue Type is created but missing </w:t>
            </w:r>
            <w:r w:rsidR="00B2693D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the custom field and is not categorized as safety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. </w:t>
            </w:r>
            <w:r w:rsidR="00B2693D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Issue pin is not </w:t>
            </w:r>
            <w:proofErr w:type="gramStart"/>
            <w:r w:rsidR="00B2693D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assigned</w:t>
            </w:r>
            <w:proofErr w:type="gramEnd"/>
            <w:r w:rsidR="004B6DBC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or status is not properly set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55A22F08" w14:textId="680A1438" w:rsidR="002F1FC1" w:rsidRPr="005970D7" w:rsidRDefault="004B6DBC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Existing Issue Type was used</w:t>
            </w:r>
            <w:r w:rsidR="004C373F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which lacks the proper information and workflow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</w:tr>
      <w:tr w:rsidR="00987C60" w:rsidRPr="005970D7" w14:paraId="7A3149A4" w14:textId="77777777" w:rsidTr="005B3E13">
        <w:tc>
          <w:tcPr>
            <w:tcW w:w="1872" w:type="dxa"/>
          </w:tcPr>
          <w:p w14:paraId="0F015D57" w14:textId="1FF784D7" w:rsidR="00987C60" w:rsidRPr="00987C60" w:rsidRDefault="00676797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Create, </w:t>
            </w:r>
            <w:r w:rsidR="0083136A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c</w:t>
            </w:r>
            <w:r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omplete, and </w:t>
            </w:r>
            <w:r w:rsidR="0083136A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l</w:t>
            </w:r>
            <w:r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ink a Hot Work Permit Form</w:t>
            </w:r>
            <w:r w:rsidR="00DA04D2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to the Issue Pin</w:t>
            </w:r>
          </w:p>
        </w:tc>
        <w:tc>
          <w:tcPr>
            <w:tcW w:w="1872" w:type="dxa"/>
          </w:tcPr>
          <w:p w14:paraId="426687E1" w14:textId="44884B84" w:rsidR="00987C60" w:rsidRPr="005970D7" w:rsidRDefault="00A0277A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New </w:t>
            </w:r>
            <w:r w:rsidR="00D9348F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 Template is properly formatted with final approval workflow set to instructor. </w:t>
            </w:r>
            <w:r w:rsidR="00044876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 is </w:t>
            </w: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properly filled out</w:t>
            </w:r>
            <w:r w:rsidR="0066013D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, set to In Review status and </w:t>
            </w:r>
            <w:r w:rsidR="00831821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linked to the Issue Pin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</w:t>
            </w:r>
          </w:p>
        </w:tc>
        <w:tc>
          <w:tcPr>
            <w:tcW w:w="1872" w:type="dxa"/>
          </w:tcPr>
          <w:p w14:paraId="7277A232" w14:textId="380F6405" w:rsidR="00987C60" w:rsidRPr="005970D7" w:rsidRDefault="00E667FF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 Template and required Form are properly </w:t>
            </w:r>
            <w:r w:rsidR="004225DD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formatted, complete and assigned to instructor for final review, but not linked to the Issue Pin or </w:t>
            </w:r>
            <w:r w:rsidR="007B03C3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linked to an incorrect issue pin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729641BC" w14:textId="6766E3DD" w:rsidR="00987C60" w:rsidRPr="005970D7" w:rsidRDefault="007B03C3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 Template is properly created </w:t>
            </w:r>
            <w:r w:rsidR="00FB7EAF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but Form is incomplete or not started and is not linked to Issue Pin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0964C6F5" w14:textId="55E6A1D8" w:rsidR="00987C60" w:rsidRPr="005970D7" w:rsidRDefault="00831821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Form Template is improperly created causing the Form to </w:t>
            </w:r>
            <w:r w:rsidR="00F50CC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have missing information</w:t>
            </w:r>
            <w:r w:rsidR="007F070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  <w:r w:rsidR="00F50CC0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</w:t>
            </w:r>
          </w:p>
        </w:tc>
      </w:tr>
    </w:tbl>
    <w:p w14:paraId="1DAD6A22" w14:textId="77777777" w:rsidR="00713B5E" w:rsidRDefault="00713B5E" w:rsidP="00533AAB">
      <w:pPr>
        <w:tabs>
          <w:tab w:val="left" w:pos="3480"/>
        </w:tabs>
      </w:pPr>
    </w:p>
    <w:p w14:paraId="5CF8C697" w14:textId="1ADB76ED" w:rsidR="0077494D" w:rsidRPr="0077494D" w:rsidRDefault="0077494D" w:rsidP="0077494D">
      <w:pPr>
        <w:tabs>
          <w:tab w:val="left" w:pos="3005"/>
        </w:tabs>
      </w:pPr>
    </w:p>
    <w:sectPr w:rsidR="0077494D" w:rsidRPr="0077494D" w:rsidSect="00F2618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287F" w14:textId="77777777" w:rsidR="001532F3" w:rsidRDefault="001532F3" w:rsidP="00CD5FD8">
      <w:r>
        <w:separator/>
      </w:r>
    </w:p>
  </w:endnote>
  <w:endnote w:type="continuationSeparator" w:id="0">
    <w:p w14:paraId="1C07B711" w14:textId="77777777" w:rsidR="001532F3" w:rsidRDefault="001532F3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panose1 w:val="020B0504010101010104"/>
    <w:charset w:val="4D"/>
    <w:family w:val="swiss"/>
    <w:pitch w:val="variable"/>
    <w:sig w:usb0="00000207" w:usb1="02000001" w:usb2="00000000" w:usb3="00000000" w:csb0="00000097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3B5A" w14:textId="5EC99949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195CDD" w:rsidRPr="005614E2">
      <w:rPr>
        <w:sz w:val="18"/>
        <w:szCs w:val="18"/>
      </w:rPr>
      <w:t>Add additional safety information, issues and templates</w:t>
    </w:r>
    <w:r w:rsidR="00195CDD" w:rsidRPr="00654973">
      <w:rPr>
        <w:sz w:val="18"/>
        <w:szCs w:val="18"/>
      </w:rPr>
      <w:t xml:space="preserve"> </w:t>
    </w:r>
    <w:r w:rsidR="00195CDD" w:rsidRPr="00A16979">
      <w:rPr>
        <w:sz w:val="18"/>
        <w:szCs w:val="18"/>
      </w:rPr>
      <w:t xml:space="preserve">     </w:t>
    </w:r>
    <w:r w:rsidRPr="00A16979">
      <w:rPr>
        <w:sz w:val="18"/>
        <w:szCs w:val="18"/>
      </w:rPr>
      <w:t xml:space="preserve">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087CAF0F" w14:textId="77777777" w:rsidR="00833118" w:rsidRPr="00F2618C" w:rsidRDefault="00833118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08E8" w14:textId="1935A218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5614E2" w:rsidRPr="005614E2">
      <w:rPr>
        <w:sz w:val="18"/>
        <w:szCs w:val="18"/>
      </w:rPr>
      <w:t>Add additional safety information, issues and templates</w:t>
    </w:r>
    <w:r w:rsidR="00654973" w:rsidRPr="00654973">
      <w:rPr>
        <w:sz w:val="18"/>
        <w:szCs w:val="18"/>
      </w:rPr>
      <w:t xml:space="preserve"> </w:t>
    </w:r>
    <w:r w:rsidRPr="00A16979">
      <w:rPr>
        <w:sz w:val="18"/>
        <w:szCs w:val="18"/>
      </w:rPr>
      <w:t xml:space="preserve">     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705D7449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27426" w14:textId="77777777" w:rsidR="001532F3" w:rsidRDefault="001532F3" w:rsidP="00CD5FD8">
      <w:r>
        <w:separator/>
      </w:r>
    </w:p>
  </w:footnote>
  <w:footnote w:type="continuationSeparator" w:id="0">
    <w:p w14:paraId="6040E490" w14:textId="77777777" w:rsidR="001532F3" w:rsidRDefault="001532F3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78C3" w14:textId="77777777" w:rsidR="00781A1C" w:rsidRDefault="00781A1C" w:rsidP="00781A1C">
    <w:pPr>
      <w:pStyle w:val="Header"/>
    </w:pPr>
    <w:r w:rsidRPr="00364645">
      <w:rPr>
        <w:noProof/>
      </w:rPr>
      <w:drawing>
        <wp:inline distT="0" distB="0" distL="0" distR="0" wp14:anchorId="076381F3" wp14:editId="0F7D0D30">
          <wp:extent cx="1828800" cy="311785"/>
          <wp:effectExtent l="0" t="0" r="0" b="0"/>
          <wp:docPr id="27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DCFB1" w14:textId="77777777" w:rsidR="00CD5FD8" w:rsidRPr="00781A1C" w:rsidRDefault="00781A1C" w:rsidP="00781A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6FAFF8" wp14:editId="16BEAC84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E86D64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33D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2BECFB40" wp14:editId="3D6FA20A">
          <wp:extent cx="1828800" cy="311785"/>
          <wp:effectExtent l="0" t="0" r="0" b="0"/>
          <wp:docPr id="8" name="Picture 8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D2272" w14:textId="77777777" w:rsidR="00E63D43" w:rsidRDefault="00E63D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A820A9" wp14:editId="12F9FB18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3AF9B8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523784"/>
    <w:multiLevelType w:val="hybridMultilevel"/>
    <w:tmpl w:val="2EFA7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22535"/>
    <w:multiLevelType w:val="hybridMultilevel"/>
    <w:tmpl w:val="3EC8C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4278"/>
    <w:multiLevelType w:val="multilevel"/>
    <w:tmpl w:val="8B20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7A4A27"/>
    <w:multiLevelType w:val="multilevel"/>
    <w:tmpl w:val="E96E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A0070"/>
    <w:multiLevelType w:val="multilevel"/>
    <w:tmpl w:val="FAD8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406BA"/>
    <w:multiLevelType w:val="hybridMultilevel"/>
    <w:tmpl w:val="5C6862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75B"/>
    <w:multiLevelType w:val="multilevel"/>
    <w:tmpl w:val="C442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7F38"/>
    <w:multiLevelType w:val="hybridMultilevel"/>
    <w:tmpl w:val="8AB25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45050"/>
    <w:multiLevelType w:val="multilevel"/>
    <w:tmpl w:val="C68A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865CE6"/>
    <w:multiLevelType w:val="hybridMultilevel"/>
    <w:tmpl w:val="F190D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748B0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D47B5F"/>
    <w:multiLevelType w:val="hybridMultilevel"/>
    <w:tmpl w:val="0DCA6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65D97"/>
    <w:multiLevelType w:val="hybridMultilevel"/>
    <w:tmpl w:val="DFFA2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B4D48"/>
    <w:multiLevelType w:val="hybridMultilevel"/>
    <w:tmpl w:val="23B89C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7"/>
  </w:num>
  <w:num w:numId="4" w16cid:durableId="815994810">
    <w:abstractNumId w:val="18"/>
  </w:num>
  <w:num w:numId="5" w16cid:durableId="699353818">
    <w:abstractNumId w:val="10"/>
  </w:num>
  <w:num w:numId="6" w16cid:durableId="1562904024">
    <w:abstractNumId w:val="14"/>
  </w:num>
  <w:num w:numId="7" w16cid:durableId="1968268890">
    <w:abstractNumId w:val="17"/>
  </w:num>
  <w:num w:numId="8" w16cid:durableId="989360424">
    <w:abstractNumId w:val="3"/>
  </w:num>
  <w:num w:numId="9" w16cid:durableId="1473064111">
    <w:abstractNumId w:val="15"/>
  </w:num>
  <w:num w:numId="10" w16cid:durableId="2012561423">
    <w:abstractNumId w:val="2"/>
  </w:num>
  <w:num w:numId="11" w16cid:durableId="1182208177">
    <w:abstractNumId w:val="11"/>
  </w:num>
  <w:num w:numId="12" w16cid:durableId="248196560">
    <w:abstractNumId w:val="8"/>
  </w:num>
  <w:num w:numId="13" w16cid:durableId="1348018779">
    <w:abstractNumId w:val="16"/>
  </w:num>
  <w:num w:numId="14" w16cid:durableId="798186993">
    <w:abstractNumId w:val="13"/>
  </w:num>
  <w:num w:numId="15" w16cid:durableId="1210989955">
    <w:abstractNumId w:val="7"/>
  </w:num>
  <w:num w:numId="16" w16cid:durableId="986857745">
    <w:abstractNumId w:val="7"/>
  </w:num>
  <w:num w:numId="17" w16cid:durableId="930508268">
    <w:abstractNumId w:val="7"/>
  </w:num>
  <w:num w:numId="18" w16cid:durableId="1135950137">
    <w:abstractNumId w:val="7"/>
  </w:num>
  <w:num w:numId="19" w16cid:durableId="1726101667">
    <w:abstractNumId w:val="5"/>
  </w:num>
  <w:num w:numId="20" w16cid:durableId="1873153368">
    <w:abstractNumId w:val="7"/>
  </w:num>
  <w:num w:numId="21" w16cid:durableId="1706639501">
    <w:abstractNumId w:val="4"/>
  </w:num>
  <w:num w:numId="22" w16cid:durableId="727148744">
    <w:abstractNumId w:val="7"/>
  </w:num>
  <w:num w:numId="23" w16cid:durableId="2089383318">
    <w:abstractNumId w:val="6"/>
  </w:num>
  <w:num w:numId="24" w16cid:durableId="2114129647">
    <w:abstractNumId w:val="7"/>
  </w:num>
  <w:num w:numId="25" w16cid:durableId="1936203539">
    <w:abstractNumId w:val="7"/>
  </w:num>
  <w:num w:numId="26" w16cid:durableId="334501200">
    <w:abstractNumId w:val="9"/>
  </w:num>
  <w:num w:numId="27" w16cid:durableId="1903953226">
    <w:abstractNumId w:val="7"/>
  </w:num>
  <w:num w:numId="28" w16cid:durableId="1797332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70"/>
    <w:rsid w:val="00006579"/>
    <w:rsid w:val="00006C63"/>
    <w:rsid w:val="000131F0"/>
    <w:rsid w:val="000140B6"/>
    <w:rsid w:val="00017CDA"/>
    <w:rsid w:val="00027781"/>
    <w:rsid w:val="00034285"/>
    <w:rsid w:val="00040893"/>
    <w:rsid w:val="00044876"/>
    <w:rsid w:val="00050BAA"/>
    <w:rsid w:val="0005290D"/>
    <w:rsid w:val="00054661"/>
    <w:rsid w:val="00055004"/>
    <w:rsid w:val="000610B8"/>
    <w:rsid w:val="00062737"/>
    <w:rsid w:val="00062866"/>
    <w:rsid w:val="00063CCC"/>
    <w:rsid w:val="00076746"/>
    <w:rsid w:val="0007699F"/>
    <w:rsid w:val="00080690"/>
    <w:rsid w:val="00082772"/>
    <w:rsid w:val="00082785"/>
    <w:rsid w:val="000900A1"/>
    <w:rsid w:val="0009222B"/>
    <w:rsid w:val="00092CC0"/>
    <w:rsid w:val="000A20B7"/>
    <w:rsid w:val="000A5D63"/>
    <w:rsid w:val="000A69CF"/>
    <w:rsid w:val="000A7AC3"/>
    <w:rsid w:val="000B44E4"/>
    <w:rsid w:val="000B5B63"/>
    <w:rsid w:val="000B67FA"/>
    <w:rsid w:val="000B7313"/>
    <w:rsid w:val="000C3F8F"/>
    <w:rsid w:val="000C444D"/>
    <w:rsid w:val="000C492E"/>
    <w:rsid w:val="000D1A9D"/>
    <w:rsid w:val="000E1E21"/>
    <w:rsid w:val="000E3C0C"/>
    <w:rsid w:val="000E660F"/>
    <w:rsid w:val="000E79BA"/>
    <w:rsid w:val="000F2D7E"/>
    <w:rsid w:val="000F2E8C"/>
    <w:rsid w:val="00103102"/>
    <w:rsid w:val="0010318A"/>
    <w:rsid w:val="00107A1B"/>
    <w:rsid w:val="00111681"/>
    <w:rsid w:val="00113FC8"/>
    <w:rsid w:val="001340E8"/>
    <w:rsid w:val="00137C3C"/>
    <w:rsid w:val="00140D56"/>
    <w:rsid w:val="00142560"/>
    <w:rsid w:val="00145188"/>
    <w:rsid w:val="0014717F"/>
    <w:rsid w:val="00151EE8"/>
    <w:rsid w:val="001532F3"/>
    <w:rsid w:val="00167246"/>
    <w:rsid w:val="00167FAA"/>
    <w:rsid w:val="00167FB2"/>
    <w:rsid w:val="001765ED"/>
    <w:rsid w:val="00180292"/>
    <w:rsid w:val="0018358D"/>
    <w:rsid w:val="001868D2"/>
    <w:rsid w:val="00191878"/>
    <w:rsid w:val="00195356"/>
    <w:rsid w:val="00195CDD"/>
    <w:rsid w:val="00195FAD"/>
    <w:rsid w:val="001A4CF3"/>
    <w:rsid w:val="001A5EA1"/>
    <w:rsid w:val="001A613C"/>
    <w:rsid w:val="001B0965"/>
    <w:rsid w:val="001B2094"/>
    <w:rsid w:val="001B34CD"/>
    <w:rsid w:val="001B68E5"/>
    <w:rsid w:val="001C2D92"/>
    <w:rsid w:val="001C70B6"/>
    <w:rsid w:val="001D20F0"/>
    <w:rsid w:val="001E06AD"/>
    <w:rsid w:val="001E4CA3"/>
    <w:rsid w:val="001E7192"/>
    <w:rsid w:val="001F1013"/>
    <w:rsid w:val="001F1732"/>
    <w:rsid w:val="001F307E"/>
    <w:rsid w:val="0020360A"/>
    <w:rsid w:val="00203BCD"/>
    <w:rsid w:val="00207DD9"/>
    <w:rsid w:val="00211C13"/>
    <w:rsid w:val="0021216C"/>
    <w:rsid w:val="002125EE"/>
    <w:rsid w:val="00212C52"/>
    <w:rsid w:val="0021311E"/>
    <w:rsid w:val="0021586C"/>
    <w:rsid w:val="00220699"/>
    <w:rsid w:val="002270E7"/>
    <w:rsid w:val="00237B98"/>
    <w:rsid w:val="002425A0"/>
    <w:rsid w:val="00243AF9"/>
    <w:rsid w:val="00253C98"/>
    <w:rsid w:val="00262443"/>
    <w:rsid w:val="00271DA2"/>
    <w:rsid w:val="002758C4"/>
    <w:rsid w:val="0028025F"/>
    <w:rsid w:val="002837CA"/>
    <w:rsid w:val="00283AD9"/>
    <w:rsid w:val="002A6F14"/>
    <w:rsid w:val="002A78F2"/>
    <w:rsid w:val="002B1920"/>
    <w:rsid w:val="002B3DA6"/>
    <w:rsid w:val="002B5B03"/>
    <w:rsid w:val="002B6567"/>
    <w:rsid w:val="002C1294"/>
    <w:rsid w:val="002C1A1F"/>
    <w:rsid w:val="002C4D2C"/>
    <w:rsid w:val="002C6D2E"/>
    <w:rsid w:val="002C73C4"/>
    <w:rsid w:val="002D15B5"/>
    <w:rsid w:val="002D1E26"/>
    <w:rsid w:val="002E0BA4"/>
    <w:rsid w:val="002F1FC1"/>
    <w:rsid w:val="002F64BC"/>
    <w:rsid w:val="0030095E"/>
    <w:rsid w:val="00307075"/>
    <w:rsid w:val="003139CF"/>
    <w:rsid w:val="003316C6"/>
    <w:rsid w:val="00333695"/>
    <w:rsid w:val="003407AA"/>
    <w:rsid w:val="00361019"/>
    <w:rsid w:val="00365244"/>
    <w:rsid w:val="003716F5"/>
    <w:rsid w:val="0037549E"/>
    <w:rsid w:val="003755F0"/>
    <w:rsid w:val="003758A3"/>
    <w:rsid w:val="00375A24"/>
    <w:rsid w:val="00375E1F"/>
    <w:rsid w:val="003763FF"/>
    <w:rsid w:val="00376F52"/>
    <w:rsid w:val="00382627"/>
    <w:rsid w:val="0039500D"/>
    <w:rsid w:val="003971F3"/>
    <w:rsid w:val="003A1DB7"/>
    <w:rsid w:val="003A5495"/>
    <w:rsid w:val="003A606B"/>
    <w:rsid w:val="003A7CC2"/>
    <w:rsid w:val="003B26EB"/>
    <w:rsid w:val="003B4E39"/>
    <w:rsid w:val="003B5F16"/>
    <w:rsid w:val="003B7E94"/>
    <w:rsid w:val="003B7EE7"/>
    <w:rsid w:val="003C4EFF"/>
    <w:rsid w:val="003D15D3"/>
    <w:rsid w:val="003D243B"/>
    <w:rsid w:val="003D4CA7"/>
    <w:rsid w:val="003D7A92"/>
    <w:rsid w:val="003E1EDB"/>
    <w:rsid w:val="003F03B2"/>
    <w:rsid w:val="003F4C10"/>
    <w:rsid w:val="003F5890"/>
    <w:rsid w:val="003F6890"/>
    <w:rsid w:val="00401BE7"/>
    <w:rsid w:val="004161E3"/>
    <w:rsid w:val="00420698"/>
    <w:rsid w:val="004225DD"/>
    <w:rsid w:val="00426781"/>
    <w:rsid w:val="004432DF"/>
    <w:rsid w:val="0045015A"/>
    <w:rsid w:val="00452CAF"/>
    <w:rsid w:val="004624BF"/>
    <w:rsid w:val="00465DD6"/>
    <w:rsid w:val="00465E82"/>
    <w:rsid w:val="004800E4"/>
    <w:rsid w:val="00484594"/>
    <w:rsid w:val="00484A31"/>
    <w:rsid w:val="00484D43"/>
    <w:rsid w:val="00487B70"/>
    <w:rsid w:val="0049052D"/>
    <w:rsid w:val="004925D6"/>
    <w:rsid w:val="004934EF"/>
    <w:rsid w:val="004936BE"/>
    <w:rsid w:val="0049607B"/>
    <w:rsid w:val="004B07E2"/>
    <w:rsid w:val="004B1AC8"/>
    <w:rsid w:val="004B3372"/>
    <w:rsid w:val="004B6CC8"/>
    <w:rsid w:val="004B6DBC"/>
    <w:rsid w:val="004C373F"/>
    <w:rsid w:val="004C7D9E"/>
    <w:rsid w:val="004D4134"/>
    <w:rsid w:val="004D6361"/>
    <w:rsid w:val="004E04E5"/>
    <w:rsid w:val="004E1414"/>
    <w:rsid w:val="004E3285"/>
    <w:rsid w:val="004E6B67"/>
    <w:rsid w:val="004E7BCD"/>
    <w:rsid w:val="00501676"/>
    <w:rsid w:val="00502418"/>
    <w:rsid w:val="00504DAF"/>
    <w:rsid w:val="00512359"/>
    <w:rsid w:val="005124D0"/>
    <w:rsid w:val="00512813"/>
    <w:rsid w:val="00514A92"/>
    <w:rsid w:val="00515507"/>
    <w:rsid w:val="00515797"/>
    <w:rsid w:val="00521986"/>
    <w:rsid w:val="00526974"/>
    <w:rsid w:val="00531CE2"/>
    <w:rsid w:val="00531F9B"/>
    <w:rsid w:val="005320B3"/>
    <w:rsid w:val="00533AAB"/>
    <w:rsid w:val="0054316F"/>
    <w:rsid w:val="00553625"/>
    <w:rsid w:val="005614E2"/>
    <w:rsid w:val="00561CE6"/>
    <w:rsid w:val="00573A72"/>
    <w:rsid w:val="00574281"/>
    <w:rsid w:val="00574A40"/>
    <w:rsid w:val="00576C61"/>
    <w:rsid w:val="005771AB"/>
    <w:rsid w:val="00593B69"/>
    <w:rsid w:val="005970D7"/>
    <w:rsid w:val="005B3E13"/>
    <w:rsid w:val="005B67A5"/>
    <w:rsid w:val="005C11F7"/>
    <w:rsid w:val="005C12DA"/>
    <w:rsid w:val="005C19EF"/>
    <w:rsid w:val="005D136C"/>
    <w:rsid w:val="005E3551"/>
    <w:rsid w:val="005E3C63"/>
    <w:rsid w:val="005E5B7F"/>
    <w:rsid w:val="0060563C"/>
    <w:rsid w:val="00627531"/>
    <w:rsid w:val="006335F9"/>
    <w:rsid w:val="00635311"/>
    <w:rsid w:val="0064152F"/>
    <w:rsid w:val="00641B30"/>
    <w:rsid w:val="006446DD"/>
    <w:rsid w:val="00654973"/>
    <w:rsid w:val="0066013D"/>
    <w:rsid w:val="0066310A"/>
    <w:rsid w:val="006641D4"/>
    <w:rsid w:val="006660D8"/>
    <w:rsid w:val="00676797"/>
    <w:rsid w:val="006868B3"/>
    <w:rsid w:val="006971AB"/>
    <w:rsid w:val="006A0E2A"/>
    <w:rsid w:val="006A1B15"/>
    <w:rsid w:val="006A2503"/>
    <w:rsid w:val="006A2CD7"/>
    <w:rsid w:val="006A3050"/>
    <w:rsid w:val="006A33FA"/>
    <w:rsid w:val="006B2256"/>
    <w:rsid w:val="006B4C61"/>
    <w:rsid w:val="006C48A0"/>
    <w:rsid w:val="006C4CE4"/>
    <w:rsid w:val="006C7B6A"/>
    <w:rsid w:val="006D5F2E"/>
    <w:rsid w:val="006F0942"/>
    <w:rsid w:val="006F1D58"/>
    <w:rsid w:val="006F64C5"/>
    <w:rsid w:val="00700ECC"/>
    <w:rsid w:val="00701EB3"/>
    <w:rsid w:val="007038ED"/>
    <w:rsid w:val="00712920"/>
    <w:rsid w:val="00713B5E"/>
    <w:rsid w:val="007174D6"/>
    <w:rsid w:val="00725EE3"/>
    <w:rsid w:val="00735330"/>
    <w:rsid w:val="0073724E"/>
    <w:rsid w:val="00737440"/>
    <w:rsid w:val="0074034D"/>
    <w:rsid w:val="00740813"/>
    <w:rsid w:val="00741A23"/>
    <w:rsid w:val="007430BC"/>
    <w:rsid w:val="00747E7C"/>
    <w:rsid w:val="00750B6C"/>
    <w:rsid w:val="00750BC8"/>
    <w:rsid w:val="00753A67"/>
    <w:rsid w:val="007706A5"/>
    <w:rsid w:val="00770880"/>
    <w:rsid w:val="007720B6"/>
    <w:rsid w:val="0077494D"/>
    <w:rsid w:val="00774F2D"/>
    <w:rsid w:val="00775D9B"/>
    <w:rsid w:val="00781A1C"/>
    <w:rsid w:val="007829F3"/>
    <w:rsid w:val="00793BEB"/>
    <w:rsid w:val="00794A75"/>
    <w:rsid w:val="007A34D9"/>
    <w:rsid w:val="007A64B0"/>
    <w:rsid w:val="007B03C3"/>
    <w:rsid w:val="007B0871"/>
    <w:rsid w:val="007B08B3"/>
    <w:rsid w:val="007B1253"/>
    <w:rsid w:val="007B5F07"/>
    <w:rsid w:val="007C2D04"/>
    <w:rsid w:val="007C44FD"/>
    <w:rsid w:val="007C5D97"/>
    <w:rsid w:val="007D35CE"/>
    <w:rsid w:val="007D60A9"/>
    <w:rsid w:val="007D6D82"/>
    <w:rsid w:val="007D7EFE"/>
    <w:rsid w:val="007E0518"/>
    <w:rsid w:val="007E2C12"/>
    <w:rsid w:val="007E578F"/>
    <w:rsid w:val="007F0700"/>
    <w:rsid w:val="007F48C8"/>
    <w:rsid w:val="007F6131"/>
    <w:rsid w:val="008015C7"/>
    <w:rsid w:val="008029CD"/>
    <w:rsid w:val="00802E7F"/>
    <w:rsid w:val="00806A75"/>
    <w:rsid w:val="00814747"/>
    <w:rsid w:val="00814BE5"/>
    <w:rsid w:val="00822BEA"/>
    <w:rsid w:val="0083136A"/>
    <w:rsid w:val="00831821"/>
    <w:rsid w:val="00833118"/>
    <w:rsid w:val="0083715F"/>
    <w:rsid w:val="00841C3E"/>
    <w:rsid w:val="0084311B"/>
    <w:rsid w:val="008444E0"/>
    <w:rsid w:val="0085001E"/>
    <w:rsid w:val="00855253"/>
    <w:rsid w:val="008615B2"/>
    <w:rsid w:val="008641A3"/>
    <w:rsid w:val="00865A49"/>
    <w:rsid w:val="00870452"/>
    <w:rsid w:val="008734A4"/>
    <w:rsid w:val="008832E1"/>
    <w:rsid w:val="0088415F"/>
    <w:rsid w:val="00886D25"/>
    <w:rsid w:val="00893243"/>
    <w:rsid w:val="008A12DD"/>
    <w:rsid w:val="008A2FE4"/>
    <w:rsid w:val="008A57BA"/>
    <w:rsid w:val="008B578C"/>
    <w:rsid w:val="008C0E50"/>
    <w:rsid w:val="008C3188"/>
    <w:rsid w:val="008C609A"/>
    <w:rsid w:val="008E290C"/>
    <w:rsid w:val="008E2BDC"/>
    <w:rsid w:val="008E3D7E"/>
    <w:rsid w:val="008E44E6"/>
    <w:rsid w:val="008E5613"/>
    <w:rsid w:val="008F134A"/>
    <w:rsid w:val="00904592"/>
    <w:rsid w:val="009237BA"/>
    <w:rsid w:val="00923CAC"/>
    <w:rsid w:val="00926278"/>
    <w:rsid w:val="0093372F"/>
    <w:rsid w:val="0093656C"/>
    <w:rsid w:val="0093728F"/>
    <w:rsid w:val="009372B3"/>
    <w:rsid w:val="00941499"/>
    <w:rsid w:val="00943E3B"/>
    <w:rsid w:val="00952595"/>
    <w:rsid w:val="00957A33"/>
    <w:rsid w:val="00974A5E"/>
    <w:rsid w:val="009766EC"/>
    <w:rsid w:val="00977BA1"/>
    <w:rsid w:val="009813C1"/>
    <w:rsid w:val="00987C60"/>
    <w:rsid w:val="009922FB"/>
    <w:rsid w:val="00993D5E"/>
    <w:rsid w:val="00996428"/>
    <w:rsid w:val="009A0844"/>
    <w:rsid w:val="009A12F4"/>
    <w:rsid w:val="009A26A6"/>
    <w:rsid w:val="009A6084"/>
    <w:rsid w:val="009A768F"/>
    <w:rsid w:val="009B4E09"/>
    <w:rsid w:val="009C28B6"/>
    <w:rsid w:val="009C6C5C"/>
    <w:rsid w:val="009E27BB"/>
    <w:rsid w:val="009E27C9"/>
    <w:rsid w:val="009F126A"/>
    <w:rsid w:val="009F2E90"/>
    <w:rsid w:val="00A0277A"/>
    <w:rsid w:val="00A05ECD"/>
    <w:rsid w:val="00A14D73"/>
    <w:rsid w:val="00A24311"/>
    <w:rsid w:val="00A345DF"/>
    <w:rsid w:val="00A36E3C"/>
    <w:rsid w:val="00A47310"/>
    <w:rsid w:val="00A474B5"/>
    <w:rsid w:val="00A47D3B"/>
    <w:rsid w:val="00A53251"/>
    <w:rsid w:val="00A54EBC"/>
    <w:rsid w:val="00A55285"/>
    <w:rsid w:val="00A734E6"/>
    <w:rsid w:val="00A746E0"/>
    <w:rsid w:val="00A75CEF"/>
    <w:rsid w:val="00A76E5D"/>
    <w:rsid w:val="00A772AA"/>
    <w:rsid w:val="00A810C2"/>
    <w:rsid w:val="00A87D95"/>
    <w:rsid w:val="00A9030E"/>
    <w:rsid w:val="00A96DE6"/>
    <w:rsid w:val="00AC088F"/>
    <w:rsid w:val="00AC6DB9"/>
    <w:rsid w:val="00AD2BEC"/>
    <w:rsid w:val="00AD7E9C"/>
    <w:rsid w:val="00AE1429"/>
    <w:rsid w:val="00AE335D"/>
    <w:rsid w:val="00AE7885"/>
    <w:rsid w:val="00B005E6"/>
    <w:rsid w:val="00B02730"/>
    <w:rsid w:val="00B0673C"/>
    <w:rsid w:val="00B0787B"/>
    <w:rsid w:val="00B111E8"/>
    <w:rsid w:val="00B133A1"/>
    <w:rsid w:val="00B13A2D"/>
    <w:rsid w:val="00B14444"/>
    <w:rsid w:val="00B2693D"/>
    <w:rsid w:val="00B27014"/>
    <w:rsid w:val="00B33C28"/>
    <w:rsid w:val="00B34748"/>
    <w:rsid w:val="00B40672"/>
    <w:rsid w:val="00B42B19"/>
    <w:rsid w:val="00B47FFB"/>
    <w:rsid w:val="00B54720"/>
    <w:rsid w:val="00B55F5B"/>
    <w:rsid w:val="00B81B88"/>
    <w:rsid w:val="00B82607"/>
    <w:rsid w:val="00B85229"/>
    <w:rsid w:val="00B9059C"/>
    <w:rsid w:val="00B91BF1"/>
    <w:rsid w:val="00BA01C0"/>
    <w:rsid w:val="00BA280F"/>
    <w:rsid w:val="00BA5A36"/>
    <w:rsid w:val="00BB7C78"/>
    <w:rsid w:val="00BC2A1C"/>
    <w:rsid w:val="00BC351F"/>
    <w:rsid w:val="00BC4546"/>
    <w:rsid w:val="00BD1DCB"/>
    <w:rsid w:val="00BD46CF"/>
    <w:rsid w:val="00BD63BB"/>
    <w:rsid w:val="00BD65E8"/>
    <w:rsid w:val="00BE03A0"/>
    <w:rsid w:val="00BE3B6B"/>
    <w:rsid w:val="00BF066E"/>
    <w:rsid w:val="00BF0939"/>
    <w:rsid w:val="00BF7B97"/>
    <w:rsid w:val="00C00B0C"/>
    <w:rsid w:val="00C05519"/>
    <w:rsid w:val="00C11486"/>
    <w:rsid w:val="00C12BD2"/>
    <w:rsid w:val="00C202B1"/>
    <w:rsid w:val="00C23824"/>
    <w:rsid w:val="00C23DF4"/>
    <w:rsid w:val="00C26325"/>
    <w:rsid w:val="00C277B3"/>
    <w:rsid w:val="00C3678F"/>
    <w:rsid w:val="00C3711C"/>
    <w:rsid w:val="00C376A8"/>
    <w:rsid w:val="00C404F0"/>
    <w:rsid w:val="00C4147B"/>
    <w:rsid w:val="00C45461"/>
    <w:rsid w:val="00C540A2"/>
    <w:rsid w:val="00C5580E"/>
    <w:rsid w:val="00C56524"/>
    <w:rsid w:val="00C61DE4"/>
    <w:rsid w:val="00C64F4A"/>
    <w:rsid w:val="00C66762"/>
    <w:rsid w:val="00C66FCC"/>
    <w:rsid w:val="00C81A5B"/>
    <w:rsid w:val="00C92F8B"/>
    <w:rsid w:val="00CA023F"/>
    <w:rsid w:val="00CB05FC"/>
    <w:rsid w:val="00CC6265"/>
    <w:rsid w:val="00CC6FE7"/>
    <w:rsid w:val="00CD5FD8"/>
    <w:rsid w:val="00CD6B65"/>
    <w:rsid w:val="00CD796B"/>
    <w:rsid w:val="00CE682C"/>
    <w:rsid w:val="00D01A8A"/>
    <w:rsid w:val="00D03164"/>
    <w:rsid w:val="00D03B94"/>
    <w:rsid w:val="00D04BDD"/>
    <w:rsid w:val="00D04C2C"/>
    <w:rsid w:val="00D12979"/>
    <w:rsid w:val="00D129C0"/>
    <w:rsid w:val="00D1474E"/>
    <w:rsid w:val="00D14CE9"/>
    <w:rsid w:val="00D1508D"/>
    <w:rsid w:val="00D174A0"/>
    <w:rsid w:val="00D21D3B"/>
    <w:rsid w:val="00D22D5E"/>
    <w:rsid w:val="00D269B7"/>
    <w:rsid w:val="00D360A5"/>
    <w:rsid w:val="00D41281"/>
    <w:rsid w:val="00D426EC"/>
    <w:rsid w:val="00D5262A"/>
    <w:rsid w:val="00D61EF3"/>
    <w:rsid w:val="00D6606A"/>
    <w:rsid w:val="00D704C2"/>
    <w:rsid w:val="00D72F4D"/>
    <w:rsid w:val="00D75E7B"/>
    <w:rsid w:val="00D91422"/>
    <w:rsid w:val="00D9348F"/>
    <w:rsid w:val="00D94662"/>
    <w:rsid w:val="00D950B1"/>
    <w:rsid w:val="00DA04D2"/>
    <w:rsid w:val="00DA050D"/>
    <w:rsid w:val="00DA3998"/>
    <w:rsid w:val="00DA428E"/>
    <w:rsid w:val="00DA5A93"/>
    <w:rsid w:val="00DA61E4"/>
    <w:rsid w:val="00DB0FE5"/>
    <w:rsid w:val="00DB189A"/>
    <w:rsid w:val="00DB6AE8"/>
    <w:rsid w:val="00DC2D68"/>
    <w:rsid w:val="00DC41B9"/>
    <w:rsid w:val="00DC46FE"/>
    <w:rsid w:val="00DC7D75"/>
    <w:rsid w:val="00DD0D90"/>
    <w:rsid w:val="00DE0EF4"/>
    <w:rsid w:val="00DE2A5D"/>
    <w:rsid w:val="00DE77EF"/>
    <w:rsid w:val="00DF37FA"/>
    <w:rsid w:val="00DF4601"/>
    <w:rsid w:val="00DF5E8A"/>
    <w:rsid w:val="00DF6F3D"/>
    <w:rsid w:val="00E0670B"/>
    <w:rsid w:val="00E20B63"/>
    <w:rsid w:val="00E20B99"/>
    <w:rsid w:val="00E212C4"/>
    <w:rsid w:val="00E21C4B"/>
    <w:rsid w:val="00E2448C"/>
    <w:rsid w:val="00E33C98"/>
    <w:rsid w:val="00E347B5"/>
    <w:rsid w:val="00E36132"/>
    <w:rsid w:val="00E36246"/>
    <w:rsid w:val="00E4081A"/>
    <w:rsid w:val="00E41915"/>
    <w:rsid w:val="00E4213B"/>
    <w:rsid w:val="00E44EAF"/>
    <w:rsid w:val="00E52B3A"/>
    <w:rsid w:val="00E56D30"/>
    <w:rsid w:val="00E63D43"/>
    <w:rsid w:val="00E64204"/>
    <w:rsid w:val="00E65767"/>
    <w:rsid w:val="00E667FF"/>
    <w:rsid w:val="00E733F1"/>
    <w:rsid w:val="00E773FB"/>
    <w:rsid w:val="00E8156B"/>
    <w:rsid w:val="00E830F3"/>
    <w:rsid w:val="00E91244"/>
    <w:rsid w:val="00EB4B07"/>
    <w:rsid w:val="00EB4F48"/>
    <w:rsid w:val="00EB7347"/>
    <w:rsid w:val="00ED0013"/>
    <w:rsid w:val="00ED3C25"/>
    <w:rsid w:val="00ED40C3"/>
    <w:rsid w:val="00ED49B1"/>
    <w:rsid w:val="00ED5DCB"/>
    <w:rsid w:val="00EE04AA"/>
    <w:rsid w:val="00EE5466"/>
    <w:rsid w:val="00EE5A3B"/>
    <w:rsid w:val="00EE618A"/>
    <w:rsid w:val="00EE71A7"/>
    <w:rsid w:val="00EF16AB"/>
    <w:rsid w:val="00F06114"/>
    <w:rsid w:val="00F143DE"/>
    <w:rsid w:val="00F1511C"/>
    <w:rsid w:val="00F156C8"/>
    <w:rsid w:val="00F166CF"/>
    <w:rsid w:val="00F17ADD"/>
    <w:rsid w:val="00F2511A"/>
    <w:rsid w:val="00F2618C"/>
    <w:rsid w:val="00F2678B"/>
    <w:rsid w:val="00F26D88"/>
    <w:rsid w:val="00F27906"/>
    <w:rsid w:val="00F4506A"/>
    <w:rsid w:val="00F50CC0"/>
    <w:rsid w:val="00F5721F"/>
    <w:rsid w:val="00F57463"/>
    <w:rsid w:val="00F574E8"/>
    <w:rsid w:val="00F61BAD"/>
    <w:rsid w:val="00F61FDE"/>
    <w:rsid w:val="00F64936"/>
    <w:rsid w:val="00F73CD6"/>
    <w:rsid w:val="00F77F10"/>
    <w:rsid w:val="00F80E89"/>
    <w:rsid w:val="00F86038"/>
    <w:rsid w:val="00F879FA"/>
    <w:rsid w:val="00FB7EAF"/>
    <w:rsid w:val="00FC644E"/>
    <w:rsid w:val="00FD574F"/>
    <w:rsid w:val="00FE0DBC"/>
    <w:rsid w:val="00F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7CFAA"/>
  <w15:chartTrackingRefBased/>
  <w15:docId w15:val="{AC780100-83F7-49F4-8E00-9FF0BB10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rFonts w:ascii="Artifakt Element" w:hAnsi="Artifakt Elemen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618C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0F2E8C"/>
    <w:pPr>
      <w:spacing w:after="200"/>
      <w:jc w:val="right"/>
    </w:pPr>
    <w:rPr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ListBullet2"/>
    <w:qFormat/>
    <w:rsid w:val="002C6D2E"/>
    <w:pPr>
      <w:numPr>
        <w:numId w:val="3"/>
      </w:numPr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ListBullet2"/>
    <w:qFormat/>
    <w:rsid w:val="002C6D2E"/>
    <w:pPr>
      <w:numPr>
        <w:numId w:val="5"/>
      </w:numPr>
    </w:pPr>
    <w:rPr>
      <w:rFonts w:ascii="Artifakt Element" w:hAnsi="Artifakt Element"/>
    </w:rPr>
  </w:style>
  <w:style w:type="paragraph" w:styleId="ListParagraph">
    <w:name w:val="List Paragraph"/>
    <w:basedOn w:val="Normal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83AD9"/>
  </w:style>
  <w:style w:type="paragraph" w:customStyle="1" w:styleId="subhead">
    <w:name w:val="subhead"/>
    <w:basedOn w:val="Heading1"/>
    <w:qFormat/>
    <w:rsid w:val="00BD46CF"/>
    <w:rPr>
      <w:sz w:val="24"/>
      <w:szCs w:val="24"/>
    </w:rPr>
  </w:style>
  <w:style w:type="paragraph" w:customStyle="1" w:styleId="captioncentered">
    <w:name w:val="caption (centered)"/>
    <w:basedOn w:val="captions"/>
    <w:qFormat/>
    <w:rsid w:val="00142560"/>
    <w:pPr>
      <w:jc w:val="center"/>
    </w:pPr>
  </w:style>
  <w:style w:type="character" w:styleId="Strong">
    <w:name w:val="Strong"/>
    <w:basedOn w:val="DefaultParagraphFont"/>
    <w:uiPriority w:val="22"/>
    <w:qFormat/>
    <w:rsid w:val="000A5D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p1">
    <w:name w:val="p1"/>
    <w:basedOn w:val="Normal"/>
    <w:rsid w:val="00B270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s1">
    <w:name w:val="s1"/>
    <w:basedOn w:val="DefaultParagraphFont"/>
    <w:rsid w:val="00B27014"/>
  </w:style>
  <w:style w:type="paragraph" w:styleId="Revision">
    <w:name w:val="Revision"/>
    <w:hidden/>
    <w:uiPriority w:val="99"/>
    <w:semiHidden/>
    <w:rsid w:val="00C26325"/>
    <w:rPr>
      <w:rFonts w:ascii="Artifakt Element" w:hAnsi="Artifakt Element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313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36A"/>
    <w:rPr>
      <w:rFonts w:ascii="Artifakt Element" w:hAnsi="Artifakt Elemen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36A"/>
    <w:rPr>
      <w:rFonts w:ascii="Artifakt Element" w:hAnsi="Artifakt Elemen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2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.aughenbaugh\Downloads\Challenge-exercise-template-enumer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C:\Users\john.aughenbaugh\Downloads\Challenge-exercise-template-enumerated.dotx</Template>
  <TotalTime>0</TotalTime>
  <Pages>3</Pages>
  <Words>780</Words>
  <Characters>3839</Characters>
  <Application>Microsoft Office Word</Application>
  <DocSecurity>0</DocSecurity>
  <Lines>202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Aughenbaugh</dc:creator>
  <cp:keywords/>
  <dc:description/>
  <cp:lastModifiedBy>Karyn Johnson</cp:lastModifiedBy>
  <cp:revision>3</cp:revision>
  <cp:lastPrinted>2026-02-25T06:42:00Z</cp:lastPrinted>
  <dcterms:created xsi:type="dcterms:W3CDTF">2026-02-25T06:42:00Z</dcterms:created>
  <dcterms:modified xsi:type="dcterms:W3CDTF">2026-02-25T06:42:00Z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ca6565c-f314-45c8-b8ba-9d8cb64e2768_Enabled">
    <vt:lpwstr>true</vt:lpwstr>
  </property>
  <property fmtid="{D5CDD505-2E9C-101B-9397-08002B2CF9AE}" pid="3" name="MSIP_Label_bca6565c-f314-45c8-b8ba-9d8cb64e2768_SetDate">
    <vt:lpwstr>2025-11-08T17:56:26Z</vt:lpwstr>
  </property>
  <property fmtid="{D5CDD505-2E9C-101B-9397-08002B2CF9AE}" pid="4" name="MSIP_Label_bca6565c-f314-45c8-b8ba-9d8cb64e2768_Method">
    <vt:lpwstr>Privileged</vt:lpwstr>
  </property>
  <property fmtid="{D5CDD505-2E9C-101B-9397-08002B2CF9AE}" pid="5" name="MSIP_Label_bca6565c-f314-45c8-b8ba-9d8cb64e2768_Name">
    <vt:lpwstr>SharePoint_Public</vt:lpwstr>
  </property>
  <property fmtid="{D5CDD505-2E9C-101B-9397-08002B2CF9AE}" pid="6" name="MSIP_Label_bca6565c-f314-45c8-b8ba-9d8cb64e2768_SiteId">
    <vt:lpwstr>67bff79e-7f91-4433-a8e5-c9252d2ddc1d</vt:lpwstr>
  </property>
  <property fmtid="{D5CDD505-2E9C-101B-9397-08002B2CF9AE}" pid="7" name="MSIP_Label_bca6565c-f314-45c8-b8ba-9d8cb64e2768_ActionId">
    <vt:lpwstr>bf36de8a-ee15-4425-9916-4a857e61a301</vt:lpwstr>
  </property>
  <property fmtid="{D5CDD505-2E9C-101B-9397-08002B2CF9AE}" pid="8" name="MSIP_Label_bca6565c-f314-45c8-b8ba-9d8cb64e2768_ContentBits">
    <vt:lpwstr>0</vt:lpwstr>
  </property>
  <property fmtid="{D5CDD505-2E9C-101B-9397-08002B2CF9AE}" pid="9" name="MSIP_Label_bca6565c-f314-45c8-b8ba-9d8cb64e2768_Tag">
    <vt:lpwstr>50, 0, 1, 1</vt:lpwstr>
  </property>
</Properties>
</file>